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11359E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>. Sitzung | WS1</w:t>
      </w:r>
      <w:r w:rsidR="00C772CC"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>/</w:t>
      </w:r>
      <w:r w:rsidR="000C1EB8">
        <w:rPr>
          <w:rFonts w:ascii="Arial Narrow" w:hAnsi="Arial Narrow"/>
          <w:sz w:val="22"/>
          <w:lang w:val="de-DE"/>
        </w:rPr>
        <w:t>1</w:t>
      </w:r>
      <w:r w:rsidR="00C772CC">
        <w:rPr>
          <w:rFonts w:ascii="Arial Narrow" w:hAnsi="Arial Narrow"/>
          <w:sz w:val="22"/>
          <w:lang w:val="de-DE"/>
        </w:rPr>
        <w:t>5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059F8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F54566">
        <w:rPr>
          <w:rFonts w:ascii="Arial Narrow" w:hAnsi="Arial Narrow"/>
          <w:noProof/>
          <w:sz w:val="22"/>
          <w:lang w:val="de-DE"/>
        </w:rPr>
        <w:t>20.10.2014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62DFF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11359E" w:rsidRDefault="0011359E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Weihnachtskooperation mit Mangaref</w:t>
      </w:r>
    </w:p>
    <w:p w:rsidR="009F732F" w:rsidRDefault="009F732F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Billard Tisch Instandsetzung</w:t>
      </w:r>
    </w:p>
    <w:p w:rsidR="009D6592" w:rsidRDefault="009D6592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Stuhllager freischaltung</w:t>
      </w:r>
      <w:r w:rsidR="0086395A">
        <w:rPr>
          <w:rFonts w:ascii="Arial Narrow" w:hAnsi="Arial Narrow"/>
          <w:sz w:val="22"/>
          <w:lang w:val="de-DE"/>
        </w:rPr>
        <w:t xml:space="preserve"> (in Arbeit)</w:t>
      </w:r>
    </w:p>
    <w:p w:rsidR="0086395A" w:rsidRDefault="0086395A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Typisierungsaktion Werbung (Anfrage Campus VS)</w:t>
      </w:r>
    </w:p>
    <w:p w:rsidR="001D0B7A" w:rsidRDefault="001D0B7A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Senatsgetarnte SSB Ordner bzw. Ordner im AStA ( Fächer )</w:t>
      </w:r>
    </w:p>
    <w:p w:rsidR="001D0B7A" w:rsidRDefault="001D0B7A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3D Projektor</w:t>
      </w:r>
    </w:p>
    <w:p w:rsidR="001D0B7A" w:rsidRDefault="001D0B7A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Hochschulball</w:t>
      </w:r>
    </w:p>
    <w:p w:rsidR="00C83493" w:rsidRDefault="00C83493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MLP</w:t>
      </w:r>
    </w:p>
    <w:p w:rsidR="00BC3578" w:rsidRDefault="00BC3578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Baugitter</w:t>
      </w:r>
    </w:p>
    <w:p w:rsidR="00F54566" w:rsidRDefault="00F54566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Service Drucker </w:t>
      </w:r>
    </w:p>
    <w:p w:rsidR="00E7581B" w:rsidRDefault="00E7581B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Magic Referat antworten</w:t>
      </w:r>
      <w:bookmarkStart w:id="0" w:name="_GoBack"/>
      <w:bookmarkEnd w:id="0"/>
    </w:p>
    <w:p w:rsidR="00BA10A5" w:rsidRPr="00D24AA6" w:rsidRDefault="00BA10A5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D24AA6" w:rsidRPr="00D24AA6" w:rsidRDefault="00D24AA6" w:rsidP="00D24AA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sectPr w:rsidR="00D24AA6" w:rsidRPr="00D24AA6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804127">
      <w:rPr>
        <w:rFonts w:ascii="Arial Narrow" w:hAnsi="Arial Narrow"/>
        <w:sz w:val="20"/>
        <w:lang w:val="de-DE"/>
      </w:rPr>
      <w:t>WS1</w:t>
    </w:r>
    <w:r w:rsidR="00D94C60">
      <w:rPr>
        <w:rFonts w:ascii="Arial Narrow" w:hAnsi="Arial Narrow"/>
        <w:sz w:val="20"/>
        <w:lang w:val="de-DE"/>
      </w:rPr>
      <w:t>4</w:t>
    </w:r>
    <w:r w:rsidR="00804127">
      <w:rPr>
        <w:rFonts w:ascii="Arial Narrow" w:hAnsi="Arial Narrow"/>
        <w:sz w:val="20"/>
        <w:lang w:val="de-DE"/>
      </w:rPr>
      <w:t>/</w:t>
    </w:r>
    <w:r>
      <w:rPr>
        <w:rFonts w:ascii="Arial Narrow" w:hAnsi="Arial Narrow"/>
        <w:sz w:val="20"/>
        <w:lang w:val="de-DE"/>
      </w:rPr>
      <w:t>1</w:t>
    </w:r>
    <w:r w:rsidR="00D94C60">
      <w:rPr>
        <w:rFonts w:ascii="Arial Narrow" w:hAnsi="Arial Narrow"/>
        <w:sz w:val="20"/>
        <w:lang w:val="de-DE"/>
      </w:rPr>
      <w:t>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7581B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0F11BA"/>
    <w:rsid w:val="00103636"/>
    <w:rsid w:val="0011359E"/>
    <w:rsid w:val="0011608E"/>
    <w:rsid w:val="001364FA"/>
    <w:rsid w:val="0014473D"/>
    <w:rsid w:val="00144E86"/>
    <w:rsid w:val="001C7E80"/>
    <w:rsid w:val="001D0B7A"/>
    <w:rsid w:val="001D3317"/>
    <w:rsid w:val="001D47FD"/>
    <w:rsid w:val="001F5D4C"/>
    <w:rsid w:val="00203683"/>
    <w:rsid w:val="00211E26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059F8"/>
    <w:rsid w:val="004108F1"/>
    <w:rsid w:val="00425EF5"/>
    <w:rsid w:val="004359A0"/>
    <w:rsid w:val="004375F3"/>
    <w:rsid w:val="00441B0C"/>
    <w:rsid w:val="00462DFF"/>
    <w:rsid w:val="00487AF4"/>
    <w:rsid w:val="004D1F62"/>
    <w:rsid w:val="00501683"/>
    <w:rsid w:val="00501BD9"/>
    <w:rsid w:val="00543129"/>
    <w:rsid w:val="00577F83"/>
    <w:rsid w:val="005B1C22"/>
    <w:rsid w:val="005B4ED3"/>
    <w:rsid w:val="005F45A2"/>
    <w:rsid w:val="00602994"/>
    <w:rsid w:val="00606F9B"/>
    <w:rsid w:val="0061697B"/>
    <w:rsid w:val="00633B6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6395A"/>
    <w:rsid w:val="008743D8"/>
    <w:rsid w:val="008C250E"/>
    <w:rsid w:val="008D16EC"/>
    <w:rsid w:val="008D2BDB"/>
    <w:rsid w:val="008D31B4"/>
    <w:rsid w:val="008F7364"/>
    <w:rsid w:val="00927544"/>
    <w:rsid w:val="009301A0"/>
    <w:rsid w:val="00937828"/>
    <w:rsid w:val="009757B0"/>
    <w:rsid w:val="009906B7"/>
    <w:rsid w:val="009B7B2F"/>
    <w:rsid w:val="009D3E73"/>
    <w:rsid w:val="009D6592"/>
    <w:rsid w:val="009E6CE4"/>
    <w:rsid w:val="009F732F"/>
    <w:rsid w:val="00A05515"/>
    <w:rsid w:val="00A27303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A10A5"/>
    <w:rsid w:val="00BC3578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83493"/>
    <w:rsid w:val="00CA5DF7"/>
    <w:rsid w:val="00CB5BD5"/>
    <w:rsid w:val="00CD7327"/>
    <w:rsid w:val="00CF0EE6"/>
    <w:rsid w:val="00D24AA6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7581B"/>
    <w:rsid w:val="00E81768"/>
    <w:rsid w:val="00E90352"/>
    <w:rsid w:val="00E97E93"/>
    <w:rsid w:val="00EA30A5"/>
    <w:rsid w:val="00EB31F2"/>
    <w:rsid w:val="00F15EEB"/>
    <w:rsid w:val="00F54566"/>
    <w:rsid w:val="00F64182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64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25</cp:revision>
  <cp:lastPrinted>2013-05-13T11:09:00Z</cp:lastPrinted>
  <dcterms:created xsi:type="dcterms:W3CDTF">2013-07-11T11:14:00Z</dcterms:created>
  <dcterms:modified xsi:type="dcterms:W3CDTF">2014-10-20T10:25:00Z</dcterms:modified>
</cp:coreProperties>
</file>